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8EE52" w14:textId="52E91C0C" w:rsidR="00770743" w:rsidRDefault="00770743" w:rsidP="00737807">
      <w:pPr>
        <w:jc w:val="right"/>
      </w:pPr>
      <w:r>
        <w:t>Felix Müller</w:t>
      </w:r>
    </w:p>
    <w:p w14:paraId="2A4BA8D7" w14:textId="77777777" w:rsidR="00770743" w:rsidRDefault="00770743" w:rsidP="00770743">
      <w:pPr>
        <w:jc w:val="right"/>
      </w:pPr>
      <w:proofErr w:type="spellStart"/>
      <w:r>
        <w:t>Amalienstraße</w:t>
      </w:r>
      <w:proofErr w:type="spellEnd"/>
      <w:r>
        <w:t xml:space="preserve"> 35</w:t>
      </w:r>
    </w:p>
    <w:p w14:paraId="33990CE8" w14:textId="77777777" w:rsidR="00770743" w:rsidRDefault="00770743" w:rsidP="00770743">
      <w:pPr>
        <w:jc w:val="right"/>
      </w:pPr>
      <w:r>
        <w:t>65432 Mainz</w:t>
      </w:r>
    </w:p>
    <w:p w14:paraId="11910117" w14:textId="77777777" w:rsidR="00770743" w:rsidRDefault="00770743" w:rsidP="00770743">
      <w:pPr>
        <w:jc w:val="right"/>
      </w:pPr>
      <w:r>
        <w:t>Tel.: 06131 43210</w:t>
      </w:r>
    </w:p>
    <w:p w14:paraId="02E39CE9" w14:textId="77777777" w:rsidR="00770743" w:rsidRDefault="00770743" w:rsidP="00770743">
      <w:pPr>
        <w:jc w:val="right"/>
      </w:pPr>
      <w:r>
        <w:t>fmueller@mail.de</w:t>
      </w:r>
    </w:p>
    <w:p w14:paraId="2ECA47D5" w14:textId="77777777" w:rsidR="00770743" w:rsidRDefault="00770743" w:rsidP="00770743"/>
    <w:p w14:paraId="21328222" w14:textId="77777777" w:rsidR="00770743" w:rsidRDefault="00770743" w:rsidP="00770743"/>
    <w:p w14:paraId="71074A0B" w14:textId="77777777" w:rsidR="00770743" w:rsidRDefault="00770743" w:rsidP="00770743">
      <w:r>
        <w:t>IT-Systems GmbH</w:t>
      </w:r>
    </w:p>
    <w:p w14:paraId="3FB07911" w14:textId="77777777" w:rsidR="00770743" w:rsidRDefault="00770743" w:rsidP="00770743">
      <w:r>
        <w:t>Herrn Dr. Ulf Bender</w:t>
      </w:r>
    </w:p>
    <w:p w14:paraId="70214F53" w14:textId="0F2BEE96" w:rsidR="00770743" w:rsidRDefault="00F953D8" w:rsidP="00770743">
      <w:r>
        <w:t>Marienstraße 118</w:t>
      </w:r>
      <w:r w:rsidR="00770743">
        <w:t>–120</w:t>
      </w:r>
    </w:p>
    <w:p w14:paraId="48ED0E4D" w14:textId="77777777" w:rsidR="00770743" w:rsidRDefault="00770743" w:rsidP="00770743">
      <w:r>
        <w:t>65432 Mainz</w:t>
      </w:r>
    </w:p>
    <w:p w14:paraId="29B71E55" w14:textId="77777777" w:rsidR="00770743" w:rsidRDefault="00770743" w:rsidP="00770743"/>
    <w:p w14:paraId="71135D65" w14:textId="77777777" w:rsidR="00770743" w:rsidRDefault="00770743" w:rsidP="00770743"/>
    <w:p w14:paraId="494A7038" w14:textId="1C8D13BB" w:rsidR="00770743" w:rsidRDefault="00F953D8" w:rsidP="00770743">
      <w:pPr>
        <w:jc w:val="right"/>
      </w:pPr>
      <w:r>
        <w:t>Mainz, 15.</w:t>
      </w:r>
      <w:r w:rsidR="00770743">
        <w:t>2.2016</w:t>
      </w:r>
    </w:p>
    <w:p w14:paraId="0EF2E694" w14:textId="77777777" w:rsidR="00770743" w:rsidRDefault="00770743" w:rsidP="00770743"/>
    <w:p w14:paraId="17846B0C" w14:textId="77777777" w:rsidR="00770743" w:rsidRDefault="00770743" w:rsidP="00770743"/>
    <w:p w14:paraId="47C002CA" w14:textId="7E835BBA" w:rsidR="00770743" w:rsidRPr="00770743" w:rsidRDefault="00770743" w:rsidP="00770743">
      <w:pPr>
        <w:rPr>
          <w:b/>
        </w:rPr>
      </w:pPr>
      <w:r w:rsidRPr="00770743">
        <w:rPr>
          <w:b/>
        </w:rPr>
        <w:t>Bewerbung als Auszubildender zum IT-Systemelektroniker</w:t>
      </w:r>
    </w:p>
    <w:p w14:paraId="2C37CF2F" w14:textId="58D63966" w:rsidR="00770743" w:rsidRPr="00770743" w:rsidRDefault="00770743" w:rsidP="00770743">
      <w:pPr>
        <w:rPr>
          <w:b/>
        </w:rPr>
      </w:pPr>
      <w:r w:rsidRPr="00770743">
        <w:rPr>
          <w:b/>
        </w:rPr>
        <w:t>Ausschreibung auf Ihrer Website</w:t>
      </w:r>
    </w:p>
    <w:p w14:paraId="405D5D6F" w14:textId="77777777" w:rsidR="00770743" w:rsidRDefault="00770743" w:rsidP="00770743"/>
    <w:p w14:paraId="2D64E23C" w14:textId="77777777" w:rsidR="00770743" w:rsidRDefault="00770743" w:rsidP="00770743"/>
    <w:p w14:paraId="741402B5" w14:textId="77777777" w:rsidR="00770743" w:rsidRDefault="00770743" w:rsidP="00770743">
      <w:r>
        <w:t>Sehr geehrter Herr Dr. Bender,</w:t>
      </w:r>
    </w:p>
    <w:p w14:paraId="1247EC05" w14:textId="77777777" w:rsidR="00770743" w:rsidRDefault="00770743" w:rsidP="00770743"/>
    <w:p w14:paraId="55C4B9A8" w14:textId="27E700F1" w:rsidR="00770743" w:rsidRDefault="00770743" w:rsidP="00770743">
      <w:r>
        <w:t>die Ausschreibung auf Ihrer Firmenwebsite begeistert mich. In Ihrem international ausgericht</w:t>
      </w:r>
      <w:r>
        <w:t>e</w:t>
      </w:r>
      <w:r>
        <w:t>ten Unternehmen eine Ausbildung zum IT-Systemelektroniker zu absolvieren, reizt mich sehr.</w:t>
      </w:r>
    </w:p>
    <w:p w14:paraId="65CE7693" w14:textId="77777777" w:rsidR="00770743" w:rsidRDefault="00770743" w:rsidP="00770743"/>
    <w:p w14:paraId="471DB8DF" w14:textId="55606580" w:rsidR="00770743" w:rsidRDefault="00770743" w:rsidP="00770743">
      <w:r>
        <w:t>Zurzeit besuche ich das Kurfürst-Gymnasium hier in Mainz, das ich im Juni mit dem Abitur a</w:t>
      </w:r>
      <w:r>
        <w:t>b</w:t>
      </w:r>
      <w:r>
        <w:t>schließen werde. Meine Freizeit verbringe ich schon seit einigen Jahren gern am Computer und im Internet. Für meinen Vater habe ich bereits ein kleineres Kalkulationsprogramm für die A</w:t>
      </w:r>
      <w:r>
        <w:t>n</w:t>
      </w:r>
      <w:r>
        <w:t>gebotserstellung geschrieben. Außerdem bin ich einer der Systemadministratoren unserer Schulhomepage (www.kurfuerstgymnasium-mainz.de). Auf fachlichem Gebiet konnte ich bereits viel von meinem Bruder lernen, der als Systemadministrator arbeitet.</w:t>
      </w:r>
    </w:p>
    <w:p w14:paraId="5C255E4E" w14:textId="77777777" w:rsidR="00770743" w:rsidRDefault="00770743" w:rsidP="00770743"/>
    <w:p w14:paraId="2AF43665" w14:textId="4B93028E" w:rsidR="00770743" w:rsidRDefault="00770743" w:rsidP="00770743">
      <w:r>
        <w:t xml:space="preserve">Im Sommer letzten Jahres habe ich ein dreiwöchiges Praktikum bei der Firma </w:t>
      </w:r>
      <w:proofErr w:type="spellStart"/>
      <w:r>
        <w:t>Müller</w:t>
      </w:r>
      <w:proofErr w:type="spellEnd"/>
      <w:r>
        <w:t xml:space="preserve"> &amp; Schöne EDV in Wiesbaden gemacht. Dabei gehörte die Installation von neuer Software ebenso zu me</w:t>
      </w:r>
      <w:r>
        <w:t>i</w:t>
      </w:r>
      <w:r>
        <w:t>nen Aufgaben wie das Programmieren von kleineren Datenbank-Anwendungen.</w:t>
      </w:r>
    </w:p>
    <w:p w14:paraId="61D5E1A4" w14:textId="77777777" w:rsidR="00770743" w:rsidRDefault="00770743" w:rsidP="00770743"/>
    <w:p w14:paraId="01A489B3" w14:textId="33C8DCBA" w:rsidR="00770743" w:rsidRDefault="00770743" w:rsidP="00770743">
      <w:r>
        <w:t>In meiner Freizeit helfe ich gern Freunden dabei, ihre Computerprobleme zu beheben. Da ich regelmäßig die Fachpresse verfolge, kenne ich auch viele der neuesten Entwicklungen im B</w:t>
      </w:r>
      <w:r>
        <w:t>e</w:t>
      </w:r>
      <w:r>
        <w:t>reich Hard- und Software.</w:t>
      </w:r>
      <w:r w:rsidR="00F953D8">
        <w:t xml:space="preserve"> </w:t>
      </w:r>
      <w:r>
        <w:t xml:space="preserve">Gern komme ich persönlich bei Ihnen vorbei, um mich vorzustellen. </w:t>
      </w:r>
    </w:p>
    <w:p w14:paraId="53E5DEA3" w14:textId="77777777" w:rsidR="00770743" w:rsidRDefault="00770743" w:rsidP="00770743"/>
    <w:p w14:paraId="20433939" w14:textId="48B13D32" w:rsidR="00770743" w:rsidRDefault="00770743" w:rsidP="00770743">
      <w:r>
        <w:t>Mit freundlichen Grüßen</w:t>
      </w:r>
    </w:p>
    <w:p w14:paraId="3BC89B25" w14:textId="77777777" w:rsidR="00F953D8" w:rsidRDefault="00F953D8" w:rsidP="00770743"/>
    <w:p w14:paraId="4DF70517" w14:textId="66009D0D" w:rsidR="00770743" w:rsidRPr="00751CF3" w:rsidRDefault="00770743" w:rsidP="00FD6A72">
      <w:pPr>
        <w:pStyle w:val="UnterschriftName"/>
        <w:rPr>
          <w:rFonts w:ascii="Lucida Handwriting" w:hAnsi="Lucida Handwriting"/>
        </w:rPr>
      </w:pPr>
      <w:bookmarkStart w:id="0" w:name="_GoBack"/>
      <w:r w:rsidRPr="00751CF3">
        <w:rPr>
          <w:rFonts w:ascii="Lucida Handwriting" w:hAnsi="Lucida Handwriting"/>
        </w:rPr>
        <w:t>Felix Müller</w:t>
      </w:r>
    </w:p>
    <w:bookmarkEnd w:id="0"/>
    <w:p w14:paraId="19F4B089" w14:textId="77777777" w:rsidR="00F953D8" w:rsidRDefault="00F953D8" w:rsidP="00770743"/>
    <w:p w14:paraId="362BE7C5" w14:textId="77777777" w:rsidR="00770743" w:rsidRDefault="00770743" w:rsidP="00770743"/>
    <w:p w14:paraId="572E1727" w14:textId="188B3057" w:rsidR="00737807" w:rsidRPr="00770743" w:rsidRDefault="00770743" w:rsidP="00770743">
      <w:r>
        <w:t>Anlagen</w:t>
      </w:r>
    </w:p>
    <w:sectPr w:rsidR="00737807" w:rsidRPr="00770743" w:rsidSect="00FD6A72">
      <w:pgSz w:w="11900" w:h="16840"/>
      <w:pgMar w:top="1134" w:right="1134" w:bottom="993" w:left="136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737807"/>
    <w:rsid w:val="00751CF3"/>
    <w:rsid w:val="00770743"/>
    <w:rsid w:val="008D2E71"/>
    <w:rsid w:val="008D76FD"/>
    <w:rsid w:val="00A479D8"/>
    <w:rsid w:val="00AE72C8"/>
    <w:rsid w:val="00E37989"/>
    <w:rsid w:val="00F953D8"/>
    <w:rsid w:val="00FD6A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F5C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737807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UnterschriftName">
    <w:name w:val="Unterschrift Name"/>
    <w:basedOn w:val="Standard"/>
    <w:qFormat/>
    <w:rsid w:val="00FD6A72"/>
    <w:pPr>
      <w:spacing w:before="60"/>
    </w:pPr>
    <w:rPr>
      <w:rFonts w:ascii="Lucida Handwriting Italic" w:hAnsi="Lucida Handwriting Italic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737807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UnterschriftName">
    <w:name w:val="Unterschrift Name"/>
    <w:basedOn w:val="Standard"/>
    <w:qFormat/>
    <w:rsid w:val="00FD6A72"/>
    <w:pPr>
      <w:spacing w:before="60"/>
    </w:pPr>
    <w:rPr>
      <w:rFonts w:ascii="Lucida Handwriting Italic" w:hAnsi="Lucida Handwriting Italic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EE5D8FE4</Template>
  <TotalTime>0</TotalTime>
  <Pages>1</Pages>
  <Words>215</Words>
  <Characters>1360</Characters>
  <Application>Microsoft Office Word</Application>
  <DocSecurity>0</DocSecurity>
  <Lines>11</Lines>
  <Paragraphs>3</Paragraphs>
  <ScaleCrop>false</ScaleCrop>
  <Company>F G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2015-11-10T08:51:00Z</cp:lastPrinted>
  <dcterms:created xsi:type="dcterms:W3CDTF">2015-11-10T08:51:00Z</dcterms:created>
  <dcterms:modified xsi:type="dcterms:W3CDTF">2016-02-02T07:57:00Z</dcterms:modified>
</cp:coreProperties>
</file>